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619" w:rsidRDefault="00EE62C3" w:rsidP="00E32514">
      <w:pPr>
        <w:pStyle w:val="NoSpacing"/>
      </w:pPr>
      <w:bookmarkStart w:id="0" w:name="_GoBack"/>
      <w:r>
        <w:rPr>
          <w:noProof/>
        </w:rPr>
        <w:drawing>
          <wp:inline distT="0" distB="0" distL="0" distR="0" wp14:anchorId="7BFAD8FE" wp14:editId="2F43BDD8">
            <wp:extent cx="8864120" cy="4986068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5533" cy="4986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D6619" w:rsidSect="00EE62C3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2C3"/>
    <w:rsid w:val="004E0A7F"/>
    <w:rsid w:val="005E5654"/>
    <w:rsid w:val="00E32514"/>
    <w:rsid w:val="00EC0028"/>
    <w:rsid w:val="00E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251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6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2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251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6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2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E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C9ED628F.dotm</Template>
  <TotalTime>50</TotalTime>
  <Pages>1</Pages>
  <Words>0</Words>
  <Characters>1</Characters>
  <Application>Microsoft Office Word</Application>
  <DocSecurity>0</DocSecurity>
  <Lines>1</Lines>
  <Paragraphs>1</Paragraphs>
  <ScaleCrop>false</ScaleCrop>
  <Company>AzDHS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Courtney</dc:creator>
  <cp:lastModifiedBy>Donna Courtney</cp:lastModifiedBy>
  <cp:revision>1</cp:revision>
  <dcterms:created xsi:type="dcterms:W3CDTF">2014-09-03T20:57:00Z</dcterms:created>
  <dcterms:modified xsi:type="dcterms:W3CDTF">2014-09-03T21:47:00Z</dcterms:modified>
</cp:coreProperties>
</file>